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thinThickThinMediumGap" w:sz="18" w:space="0" w:color="auto"/>
          <w:left w:val="thinThickThinMediumGap" w:sz="18" w:space="0" w:color="auto"/>
          <w:bottom w:val="thinThickThinMediumGap" w:sz="18" w:space="0" w:color="auto"/>
          <w:right w:val="thinThickThinMediumGap" w:sz="18" w:space="0" w:color="auto"/>
          <w:insideH w:val="thinThickThinMediumGap" w:sz="18" w:space="0" w:color="auto"/>
          <w:insideV w:val="thinThickThinMediumGap" w:sz="18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14976"/>
      </w:tblGrid>
      <w:tr w:rsidR="00000000" w:rsidTr="002A4BBA">
        <w:tblPrEx>
          <w:tblCellMar>
            <w:top w:w="0" w:type="dxa"/>
            <w:bottom w:w="0" w:type="dxa"/>
          </w:tblCellMar>
        </w:tblPrEx>
        <w:trPr>
          <w:cantSplit/>
          <w:trHeight w:hRule="exact" w:val="5256"/>
          <w:jc w:val="center"/>
        </w:trPr>
        <w:tc>
          <w:tcPr>
            <w:tcW w:w="14976" w:type="dxa"/>
            <w:vAlign w:val="center"/>
          </w:tcPr>
          <w:p w:rsidR="00000000" w:rsidRPr="002A4BBA" w:rsidRDefault="00A25CCC">
            <w:pPr>
              <w:pStyle w:val="Heading1"/>
              <w:rPr>
                <w:rFonts w:ascii="Verdana" w:hAnsi="Verdana"/>
                <w:sz w:val="152"/>
                <w:szCs w:val="152"/>
              </w:rPr>
            </w:pPr>
            <w:r w:rsidRPr="002A4BBA">
              <w:rPr>
                <w:rFonts w:ascii="Verdana" w:hAnsi="Verdana"/>
                <w:sz w:val="152"/>
                <w:szCs w:val="152"/>
              </w:rPr>
              <w:t>Enter name</w:t>
            </w:r>
          </w:p>
          <w:p w:rsidR="00000000" w:rsidRDefault="00A25CCC">
            <w:pPr>
              <w:pStyle w:val="Heading2"/>
            </w:pPr>
          </w:p>
        </w:tc>
      </w:tr>
    </w:tbl>
    <w:p w:rsidR="002A4BBA" w:rsidRDefault="002A4BBA">
      <w:pPr>
        <w:jc w:val="center"/>
        <w:rPr>
          <w:vanish/>
        </w:rPr>
      </w:pPr>
    </w:p>
    <w:sectPr w:rsidR="002A4BBA" w:rsidSect="002A4BBA">
      <w:type w:val="continuous"/>
      <w:pgSz w:w="16840" w:h="11907" w:orient="landscape" w:code="9"/>
      <w:pgMar w:top="5954" w:right="431" w:bottom="567" w:left="431" w:header="720" w:footer="720" w:gutter="0"/>
      <w:paperSrc w:first="15" w:other="15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attachedTemplate r:id="rId1"/>
  <w:defaultTabStop w:val="720"/>
  <w:noPunctuationKerning/>
  <w:characterSpacingControl w:val="doNotCompress"/>
  <w:compat/>
  <w:rsids>
    <w:rsidRoot w:val="002A4BBA"/>
    <w:rsid w:val="002A4BBA"/>
    <w:rsid w:val="00A25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ind w:left="144" w:right="144"/>
      <w:jc w:val="center"/>
      <w:outlineLvl w:val="0"/>
    </w:pPr>
    <w:rPr>
      <w:b/>
      <w:bCs/>
      <w:sz w:val="144"/>
    </w:rPr>
  </w:style>
  <w:style w:type="paragraph" w:styleId="Heading2">
    <w:name w:val="heading 2"/>
    <w:basedOn w:val="Normal"/>
    <w:next w:val="Normal"/>
    <w:qFormat/>
    <w:pPr>
      <w:keepNext/>
      <w:ind w:left="144" w:right="144"/>
      <w:jc w:val="center"/>
      <w:outlineLvl w:val="1"/>
    </w:pPr>
    <w:rPr>
      <w:b/>
      <w:bCs/>
      <w:sz w:val="7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am\AppData\Local\Temp\87517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87517.dot</Template>
  <TotalTime>12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Enter_name</vt:lpstr>
    </vt:vector>
  </TitlesOfParts>
  <Company>C-Line Products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Enter_name</dc:title>
  <cp:lastModifiedBy>Jacinta Barlow</cp:lastModifiedBy>
  <cp:revision>1</cp:revision>
  <cp:lastPrinted>2005-05-05T01:38:00Z</cp:lastPrinted>
  <dcterms:created xsi:type="dcterms:W3CDTF">2012-04-12T09:54:00Z</dcterms:created>
  <dcterms:modified xsi:type="dcterms:W3CDTF">2012-04-12T10:06:00Z</dcterms:modified>
</cp:coreProperties>
</file>